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8527D2" w:rsidRDefault="00EC1F4F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  <w:r w:rsidR="004E2112"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>rava chodník</w:t>
            </w:r>
            <w:r w:rsidR="00D34D2A">
              <w:rPr>
                <w:rFonts w:ascii="Arial" w:hAnsi="Arial" w:cs="Arial"/>
                <w:color w:val="FF0000"/>
                <w:sz w:val="24"/>
                <w:szCs w:val="24"/>
              </w:rPr>
              <w:t>u</w:t>
            </w:r>
            <w:bookmarkStart w:id="0" w:name="_GoBack"/>
            <w:bookmarkEnd w:id="0"/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 xml:space="preserve"> města uherský brod v roce 202</w:t>
            </w:r>
            <w:r w:rsidR="00793D9E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  <w:r w:rsidR="008527D2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0C5AE1" w:rsidRPr="0025072A" w:rsidRDefault="008527D2" w:rsidP="000938F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– </w:t>
            </w:r>
            <w:r w:rsidR="000938F3">
              <w:rPr>
                <w:rFonts w:ascii="Arial" w:hAnsi="Arial" w:cs="Arial"/>
                <w:color w:val="FF0000"/>
                <w:sz w:val="24"/>
                <w:szCs w:val="24"/>
              </w:rPr>
              <w:t>ul. Rybářská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A62D84" w:rsidP="009B16E2">
            <w:pPr>
              <w:rPr>
                <w:szCs w:val="20"/>
              </w:rPr>
            </w:pPr>
            <w:r>
              <w:t>PhDr. Josef Ševčík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3D9E" w:rsidP="00793D9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Mgr.</w:t>
            </w:r>
            <w:r w:rsidR="008527D2">
              <w:rPr>
                <w:szCs w:val="20"/>
              </w:rPr>
              <w:t xml:space="preserve"> </w:t>
            </w:r>
            <w:r>
              <w:rPr>
                <w:szCs w:val="20"/>
              </w:rPr>
              <w:t>Leoš Cahel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F03A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8527D2">
              <w:rPr>
                <w:szCs w:val="20"/>
              </w:rPr>
              <w:t>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920E20" w:rsidP="00920E2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leos</w:t>
            </w:r>
            <w:r w:rsidR="008527D2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cahel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E62A95" w:rsidP="008527D2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527D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938F3"/>
    <w:rsid w:val="000B7EBE"/>
    <w:rsid w:val="000C473A"/>
    <w:rsid w:val="000C5AE1"/>
    <w:rsid w:val="000D0185"/>
    <w:rsid w:val="00100673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75D37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0328"/>
    <w:rsid w:val="003B5670"/>
    <w:rsid w:val="003D1519"/>
    <w:rsid w:val="003D6916"/>
    <w:rsid w:val="00446E0D"/>
    <w:rsid w:val="00482021"/>
    <w:rsid w:val="00482646"/>
    <w:rsid w:val="004966F6"/>
    <w:rsid w:val="004C7D6E"/>
    <w:rsid w:val="004E2112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93D9E"/>
    <w:rsid w:val="007D00C7"/>
    <w:rsid w:val="007D057D"/>
    <w:rsid w:val="00802F93"/>
    <w:rsid w:val="00803D61"/>
    <w:rsid w:val="0084252E"/>
    <w:rsid w:val="008478E8"/>
    <w:rsid w:val="008527D2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0E20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62D84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34D2A"/>
    <w:rsid w:val="00D427AD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2A95"/>
    <w:rsid w:val="00E64AC8"/>
    <w:rsid w:val="00E70E01"/>
    <w:rsid w:val="00E807BA"/>
    <w:rsid w:val="00E86DCF"/>
    <w:rsid w:val="00E92520"/>
    <w:rsid w:val="00EB1989"/>
    <w:rsid w:val="00EC1F4F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oNotEmbedSmartTags/>
  <w:decimalSymbol w:val=","/>
  <w:listSeparator w:val=";"/>
  <w15:docId w15:val="{7375D050-3E2D-4951-A122-C559A0B5E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F9FE9-0938-4ADD-8F4A-C315BB12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2DB94B3E</Template>
  <TotalTime>3</TotalTime>
  <Pages>1</Pages>
  <Words>145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5</cp:revision>
  <cp:lastPrinted>2022-02-28T08:01:00Z</cp:lastPrinted>
  <dcterms:created xsi:type="dcterms:W3CDTF">2025-08-12T12:53:00Z</dcterms:created>
  <dcterms:modified xsi:type="dcterms:W3CDTF">2025-08-21T05:27:00Z</dcterms:modified>
</cp:coreProperties>
</file>